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375C" w14:textId="77777777" w:rsidR="006E5D65" w:rsidRPr="00AB3E4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B3E4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D8678B" w:rsidRPr="00AB3E4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B3E49">
        <w:rPr>
          <w:rFonts w:ascii="Corbel" w:hAnsi="Corbel"/>
          <w:bCs/>
          <w:i/>
          <w:sz w:val="24"/>
          <w:szCs w:val="24"/>
        </w:rPr>
        <w:t>1.5</w:t>
      </w:r>
      <w:r w:rsidR="00D8678B" w:rsidRPr="00AB3E4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B3E49">
        <w:rPr>
          <w:rFonts w:ascii="Corbel" w:hAnsi="Corbel"/>
          <w:bCs/>
          <w:i/>
          <w:sz w:val="24"/>
          <w:szCs w:val="24"/>
        </w:rPr>
        <w:t xml:space="preserve"> Rektora </w:t>
      </w:r>
      <w:r w:rsidR="00DA78A2" w:rsidRPr="00AB3E49">
        <w:rPr>
          <w:rFonts w:ascii="Corbel" w:hAnsi="Corbel"/>
          <w:bCs/>
          <w:i/>
          <w:sz w:val="24"/>
          <w:szCs w:val="24"/>
        </w:rPr>
        <w:t>UR nr</w:t>
      </w:r>
      <w:r w:rsidR="00CD6897" w:rsidRPr="00AB3E49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AB3E49">
        <w:rPr>
          <w:rFonts w:ascii="Corbel" w:hAnsi="Corbel"/>
          <w:bCs/>
          <w:i/>
          <w:sz w:val="24"/>
          <w:szCs w:val="24"/>
        </w:rPr>
        <w:t>12/2019</w:t>
      </w:r>
    </w:p>
    <w:p w14:paraId="579679EB" w14:textId="77777777" w:rsidR="0085747A" w:rsidRPr="00AB3E4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SYLABUS</w:t>
      </w:r>
    </w:p>
    <w:p w14:paraId="42D020BC" w14:textId="77777777" w:rsidR="0085747A" w:rsidRPr="00AB3E4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B3E49">
        <w:rPr>
          <w:rFonts w:ascii="Corbel" w:hAnsi="Corbel"/>
          <w:b/>
          <w:smallCaps/>
          <w:sz w:val="24"/>
          <w:szCs w:val="24"/>
        </w:rPr>
        <w:t xml:space="preserve"> </w:t>
      </w:r>
      <w:r w:rsidR="00AB3E49" w:rsidRPr="00AB3E49">
        <w:rPr>
          <w:rFonts w:ascii="Corbel" w:hAnsi="Corbel"/>
          <w:i/>
          <w:smallCaps/>
          <w:sz w:val="24"/>
          <w:szCs w:val="24"/>
        </w:rPr>
        <w:t>20</w:t>
      </w:r>
      <w:r w:rsidR="00022A12">
        <w:rPr>
          <w:rFonts w:ascii="Corbel" w:hAnsi="Corbel"/>
          <w:i/>
          <w:smallCaps/>
          <w:sz w:val="24"/>
          <w:szCs w:val="24"/>
        </w:rPr>
        <w:t>19</w:t>
      </w:r>
      <w:r w:rsidR="00BB22AE">
        <w:rPr>
          <w:rFonts w:ascii="Corbel" w:hAnsi="Corbel"/>
          <w:i/>
          <w:smallCaps/>
          <w:sz w:val="24"/>
          <w:szCs w:val="24"/>
        </w:rPr>
        <w:t>-202</w:t>
      </w:r>
      <w:r w:rsidR="00022A12">
        <w:rPr>
          <w:rFonts w:ascii="Corbel" w:hAnsi="Corbel"/>
          <w:i/>
          <w:smallCaps/>
          <w:sz w:val="24"/>
          <w:szCs w:val="24"/>
        </w:rPr>
        <w:t>2</w:t>
      </w:r>
    </w:p>
    <w:p w14:paraId="4584A982" w14:textId="77777777" w:rsidR="0085747A" w:rsidRPr="00AB3E4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B3E49">
        <w:rPr>
          <w:rFonts w:ascii="Corbel" w:hAnsi="Corbel"/>
          <w:i/>
          <w:sz w:val="24"/>
          <w:szCs w:val="24"/>
        </w:rPr>
        <w:t>(skrajne daty</w:t>
      </w:r>
      <w:r w:rsidR="0085747A" w:rsidRPr="00AB3E49">
        <w:rPr>
          <w:rFonts w:ascii="Corbel" w:hAnsi="Corbel"/>
          <w:sz w:val="24"/>
          <w:szCs w:val="24"/>
        </w:rPr>
        <w:t>)</w:t>
      </w:r>
    </w:p>
    <w:p w14:paraId="0D67B892" w14:textId="77777777" w:rsidR="00445970" w:rsidRPr="00AB3E4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  <w:t xml:space="preserve">Rok akademicki   </w:t>
      </w:r>
      <w:r w:rsidR="00AB3E49" w:rsidRPr="00AB3E49">
        <w:rPr>
          <w:rFonts w:ascii="Corbel" w:hAnsi="Corbel"/>
          <w:sz w:val="24"/>
          <w:szCs w:val="24"/>
        </w:rPr>
        <w:t>20</w:t>
      </w:r>
      <w:r w:rsidR="00BB22AE">
        <w:rPr>
          <w:rFonts w:ascii="Corbel" w:hAnsi="Corbel"/>
          <w:sz w:val="24"/>
          <w:szCs w:val="24"/>
        </w:rPr>
        <w:t>20-2021</w:t>
      </w:r>
    </w:p>
    <w:p w14:paraId="5F20726F" w14:textId="77777777" w:rsidR="0085747A" w:rsidRPr="00AB3E4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D2EB68" w14:textId="77777777" w:rsidR="0085747A" w:rsidRPr="00AB3E4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B3E49">
        <w:rPr>
          <w:rFonts w:ascii="Corbel" w:hAnsi="Corbel"/>
          <w:szCs w:val="24"/>
        </w:rPr>
        <w:t xml:space="preserve">1. </w:t>
      </w:r>
      <w:r w:rsidR="0085747A" w:rsidRPr="00AB3E49">
        <w:rPr>
          <w:rFonts w:ascii="Corbel" w:hAnsi="Corbel"/>
          <w:szCs w:val="24"/>
        </w:rPr>
        <w:t xml:space="preserve">Podstawowe </w:t>
      </w:r>
      <w:r w:rsidR="00445970" w:rsidRPr="00AB3E4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3E49" w14:paraId="1398789E" w14:textId="77777777" w:rsidTr="00B819C8">
        <w:tc>
          <w:tcPr>
            <w:tcW w:w="2694" w:type="dxa"/>
            <w:vAlign w:val="center"/>
          </w:tcPr>
          <w:p w14:paraId="089DE1E1" w14:textId="77777777" w:rsidR="0085747A" w:rsidRPr="00AB3E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EF3A33" w14:textId="77777777" w:rsidR="0085747A" w:rsidRPr="00AB3E49" w:rsidRDefault="00763D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Dewiacje i patologie społeczne</w:t>
            </w:r>
          </w:p>
        </w:tc>
      </w:tr>
      <w:tr w:rsidR="0085747A" w:rsidRPr="00AB3E49" w14:paraId="38EC2D29" w14:textId="77777777" w:rsidTr="00EA527A">
        <w:tc>
          <w:tcPr>
            <w:tcW w:w="2694" w:type="dxa"/>
            <w:vAlign w:val="center"/>
          </w:tcPr>
          <w:p w14:paraId="5B5800D1" w14:textId="77777777" w:rsidR="0085747A" w:rsidRPr="00AB3E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A242D56" w14:textId="77777777" w:rsidR="0085747A" w:rsidRPr="00AB3E49" w:rsidRDefault="004C4E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P1S[4]O_03</w:t>
            </w:r>
          </w:p>
        </w:tc>
      </w:tr>
      <w:tr w:rsidR="0085747A" w:rsidRPr="00AB3E49" w14:paraId="0B299077" w14:textId="77777777" w:rsidTr="00B819C8">
        <w:tc>
          <w:tcPr>
            <w:tcW w:w="2694" w:type="dxa"/>
            <w:vAlign w:val="center"/>
          </w:tcPr>
          <w:p w14:paraId="578D4D78" w14:textId="77777777" w:rsidR="0085747A" w:rsidRPr="00AB3E49" w:rsidRDefault="00B37C7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B3E4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E1CAAF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B3E49" w14:paraId="56B26FDE" w14:textId="77777777" w:rsidTr="00B819C8">
        <w:tc>
          <w:tcPr>
            <w:tcW w:w="2694" w:type="dxa"/>
            <w:vAlign w:val="center"/>
          </w:tcPr>
          <w:p w14:paraId="5497E67E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7251A1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B3E49" w14:paraId="7A9A975A" w14:textId="77777777" w:rsidTr="00B819C8">
        <w:tc>
          <w:tcPr>
            <w:tcW w:w="2694" w:type="dxa"/>
            <w:vAlign w:val="center"/>
          </w:tcPr>
          <w:p w14:paraId="167A8472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37D95C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B3E49" w14:paraId="61A4A4B5" w14:textId="77777777" w:rsidTr="00B819C8">
        <w:tc>
          <w:tcPr>
            <w:tcW w:w="2694" w:type="dxa"/>
            <w:vAlign w:val="center"/>
          </w:tcPr>
          <w:p w14:paraId="17AD5E7E" w14:textId="77777777" w:rsidR="0085747A" w:rsidRPr="00AB3E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0ED8EB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AB3E49" w14:paraId="000BE7DB" w14:textId="77777777" w:rsidTr="00B819C8">
        <w:tc>
          <w:tcPr>
            <w:tcW w:w="2694" w:type="dxa"/>
            <w:vAlign w:val="center"/>
          </w:tcPr>
          <w:p w14:paraId="044F9EFB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92B3E2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B3E49" w14:paraId="2740C48C" w14:textId="77777777" w:rsidTr="00B819C8">
        <w:tc>
          <w:tcPr>
            <w:tcW w:w="2694" w:type="dxa"/>
            <w:vAlign w:val="center"/>
          </w:tcPr>
          <w:p w14:paraId="63CA6EAF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051D45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B3E49" w14:paraId="1A3A9A00" w14:textId="77777777" w:rsidTr="00EA527A">
        <w:tc>
          <w:tcPr>
            <w:tcW w:w="2694" w:type="dxa"/>
            <w:vAlign w:val="center"/>
          </w:tcPr>
          <w:p w14:paraId="7AC0F896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B3E49">
              <w:rPr>
                <w:rFonts w:ascii="Corbel" w:hAnsi="Corbel"/>
                <w:sz w:val="24"/>
                <w:szCs w:val="24"/>
              </w:rPr>
              <w:t>/y</w:t>
            </w:r>
            <w:r w:rsidRPr="00AB3E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80D8881" w14:textId="77777777" w:rsidR="0085747A" w:rsidRPr="00AB3E49" w:rsidRDefault="004C4E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="0085747A" w:rsidRPr="00AB3E49" w14:paraId="56889609" w14:textId="77777777" w:rsidTr="00EA527A">
        <w:tc>
          <w:tcPr>
            <w:tcW w:w="2694" w:type="dxa"/>
            <w:vAlign w:val="center"/>
          </w:tcPr>
          <w:p w14:paraId="5532C35F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77DF765" w14:textId="77777777" w:rsidR="0085747A" w:rsidRPr="00AB3E49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B3E49" w14:paraId="3913069F" w14:textId="77777777" w:rsidTr="00B819C8">
        <w:tc>
          <w:tcPr>
            <w:tcW w:w="2694" w:type="dxa"/>
            <w:vAlign w:val="center"/>
          </w:tcPr>
          <w:p w14:paraId="50F0C7E3" w14:textId="77777777" w:rsidR="00923D7D" w:rsidRPr="00AB3E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312987" w14:textId="77777777" w:rsidR="00923D7D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B3E49" w14:paraId="04B7EF7D" w14:textId="77777777" w:rsidTr="00B819C8">
        <w:tc>
          <w:tcPr>
            <w:tcW w:w="2694" w:type="dxa"/>
            <w:vAlign w:val="center"/>
          </w:tcPr>
          <w:p w14:paraId="29F1CECA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96EABB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AB3E49" w14:paraId="4FE6A993" w14:textId="77777777" w:rsidTr="00B819C8">
        <w:tc>
          <w:tcPr>
            <w:tcW w:w="2694" w:type="dxa"/>
            <w:vAlign w:val="center"/>
          </w:tcPr>
          <w:p w14:paraId="1F6B42F0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F3B153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F043FF2" w14:textId="77777777" w:rsidR="0085747A" w:rsidRPr="00AB3E4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* </w:t>
      </w:r>
      <w:r w:rsidRPr="00AB3E49">
        <w:rPr>
          <w:rFonts w:ascii="Corbel" w:hAnsi="Corbel"/>
          <w:i/>
          <w:sz w:val="24"/>
          <w:szCs w:val="24"/>
        </w:rPr>
        <w:t>-</w:t>
      </w:r>
      <w:r w:rsidR="00B90885" w:rsidRPr="00AB3E4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3E49">
        <w:rPr>
          <w:rFonts w:ascii="Corbel" w:hAnsi="Corbel"/>
          <w:b w:val="0"/>
          <w:sz w:val="24"/>
          <w:szCs w:val="24"/>
        </w:rPr>
        <w:t>e,</w:t>
      </w:r>
      <w:r w:rsidRPr="00AB3E49">
        <w:rPr>
          <w:rFonts w:ascii="Corbel" w:hAnsi="Corbel"/>
          <w:i/>
          <w:sz w:val="24"/>
          <w:szCs w:val="24"/>
        </w:rPr>
        <w:t xml:space="preserve"> </w:t>
      </w:r>
      <w:r w:rsidRPr="00AB3E4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3E49">
        <w:rPr>
          <w:rFonts w:ascii="Corbel" w:hAnsi="Corbel"/>
          <w:b w:val="0"/>
          <w:i/>
          <w:sz w:val="24"/>
          <w:szCs w:val="24"/>
        </w:rPr>
        <w:t>w Jednostce</w:t>
      </w:r>
    </w:p>
    <w:p w14:paraId="4116150F" w14:textId="77777777" w:rsidR="00923D7D" w:rsidRPr="00AB3E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32BABE" w14:textId="77777777" w:rsidR="0085747A" w:rsidRPr="00AB3E4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1.</w:t>
      </w:r>
      <w:r w:rsidR="00E22FBC" w:rsidRPr="00AB3E49">
        <w:rPr>
          <w:rFonts w:ascii="Corbel" w:hAnsi="Corbel"/>
          <w:sz w:val="24"/>
          <w:szCs w:val="24"/>
        </w:rPr>
        <w:t>1</w:t>
      </w:r>
      <w:r w:rsidRPr="00AB3E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2B9C7" w14:textId="77777777" w:rsidR="00923D7D" w:rsidRPr="00AB3E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B3E49" w14:paraId="4E3507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EE51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Semestr</w:t>
            </w:r>
          </w:p>
          <w:p w14:paraId="327C9043" w14:textId="77777777" w:rsidR="00015B8F" w:rsidRPr="00AB3E4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(</w:t>
            </w:r>
            <w:r w:rsidR="00363F78" w:rsidRPr="00AB3E4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3779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14B1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EAE55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B929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244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2BE0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3645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E5AE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44A4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3E49">
              <w:rPr>
                <w:rFonts w:ascii="Corbel" w:hAnsi="Corbel"/>
                <w:b/>
                <w:szCs w:val="24"/>
              </w:rPr>
              <w:t>Liczba pkt</w:t>
            </w:r>
            <w:r w:rsidR="00B90885" w:rsidRPr="00AB3E49">
              <w:rPr>
                <w:rFonts w:ascii="Corbel" w:hAnsi="Corbel"/>
                <w:b/>
                <w:szCs w:val="24"/>
              </w:rPr>
              <w:t>.</w:t>
            </w:r>
            <w:r w:rsidRPr="00AB3E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B3E49" w14:paraId="79FE9D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8383" w14:textId="77777777" w:rsidR="00015B8F" w:rsidRPr="00AB3E49" w:rsidRDefault="004C4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2610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F5C1" w14:textId="77777777" w:rsidR="00015B8F" w:rsidRPr="00AB3E49" w:rsidRDefault="009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9A97" w14:textId="77777777" w:rsidR="00015B8F" w:rsidRPr="00AB3E49" w:rsidRDefault="009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9CE1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0755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0612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C83E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B4FD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5CE" w14:textId="77777777" w:rsidR="00015B8F" w:rsidRPr="00AB3E49" w:rsidRDefault="004C4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A223B" w14:textId="77777777" w:rsidR="00923D7D" w:rsidRPr="00AB3E4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5FF671" w14:textId="77777777" w:rsidR="00923D7D" w:rsidRPr="00AB3E4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7E320D" w14:textId="77777777" w:rsidR="0085747A" w:rsidRPr="00AB3E4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1.</w:t>
      </w:r>
      <w:r w:rsidR="00E22FBC" w:rsidRPr="00AB3E49">
        <w:rPr>
          <w:rFonts w:ascii="Corbel" w:hAnsi="Corbel"/>
          <w:smallCaps w:val="0"/>
          <w:szCs w:val="24"/>
        </w:rPr>
        <w:t>2</w:t>
      </w:r>
      <w:r w:rsidR="00F83B28" w:rsidRPr="00AB3E49">
        <w:rPr>
          <w:rFonts w:ascii="Corbel" w:hAnsi="Corbel"/>
          <w:smallCaps w:val="0"/>
          <w:szCs w:val="24"/>
        </w:rPr>
        <w:t>.</w:t>
      </w:r>
      <w:r w:rsidR="00F83B28" w:rsidRPr="00AB3E49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 xml:space="preserve">Sposób realizacji zajęć  </w:t>
      </w:r>
    </w:p>
    <w:p w14:paraId="0653173C" w14:textId="77777777" w:rsidR="0085747A" w:rsidRPr="00AB3E49" w:rsidRDefault="00F92E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eastAsia="MS Gothic" w:hAnsi="Corbel" w:cs="MS Gothic"/>
          <w:i/>
          <w:szCs w:val="24"/>
        </w:rPr>
        <w:t>X</w:t>
      </w:r>
      <w:r w:rsidR="0085747A" w:rsidRPr="00AB3E49">
        <w:rPr>
          <w:rFonts w:ascii="Corbel" w:hAnsi="Corbel"/>
          <w:i/>
          <w:smallCaps w:val="0"/>
          <w:szCs w:val="24"/>
        </w:rPr>
        <w:t xml:space="preserve"> </w:t>
      </w:r>
      <w:r w:rsidR="0085747A" w:rsidRPr="00AB3E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CAF0B99" w14:textId="77777777" w:rsidR="0085747A" w:rsidRPr="00AB3E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MS Gothic" w:eastAsia="MS Gothic" w:hAnsi="MS Gothic" w:cs="MS Gothic" w:hint="eastAsia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5CCC45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524D1" w14:textId="77777777" w:rsidR="00E22FBC" w:rsidRPr="00AB3E4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1.3 </w:t>
      </w:r>
      <w:r w:rsidR="00F83B28" w:rsidRPr="00AB3E49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>For</w:t>
      </w:r>
      <w:r w:rsidR="00445970" w:rsidRPr="00AB3E49">
        <w:rPr>
          <w:rFonts w:ascii="Corbel" w:hAnsi="Corbel"/>
          <w:smallCaps w:val="0"/>
          <w:szCs w:val="24"/>
        </w:rPr>
        <w:t xml:space="preserve">ma zaliczenia </w:t>
      </w:r>
      <w:r w:rsidR="00DA78A2" w:rsidRPr="00AB3E49">
        <w:rPr>
          <w:rFonts w:ascii="Corbel" w:hAnsi="Corbel"/>
          <w:smallCaps w:val="0"/>
          <w:szCs w:val="24"/>
        </w:rPr>
        <w:t>przedmiotu (</w:t>
      </w:r>
      <w:r w:rsidRPr="00AB3E49">
        <w:rPr>
          <w:rFonts w:ascii="Corbel" w:hAnsi="Corbel"/>
          <w:smallCaps w:val="0"/>
          <w:szCs w:val="24"/>
        </w:rPr>
        <w:t xml:space="preserve">z toku) </w:t>
      </w:r>
      <w:r w:rsidRPr="00AB3E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325725" w14:textId="77777777" w:rsidR="009C54AE" w:rsidRPr="00AB3E49" w:rsidRDefault="00F92E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B3E49">
        <w:rPr>
          <w:rFonts w:ascii="Corbel" w:hAnsi="Corbel"/>
          <w:b w:val="0"/>
          <w:szCs w:val="24"/>
        </w:rPr>
        <w:t>Zaliczenie z oceną</w:t>
      </w:r>
    </w:p>
    <w:p w14:paraId="1945EB87" w14:textId="77777777" w:rsidR="00E960BB" w:rsidRPr="00AB3E4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95FA7" w14:textId="77777777" w:rsidR="00E960BB" w:rsidRPr="00AB3E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3E49" w14:paraId="2D8E7845" w14:textId="77777777" w:rsidTr="00745302">
        <w:tc>
          <w:tcPr>
            <w:tcW w:w="9670" w:type="dxa"/>
          </w:tcPr>
          <w:p w14:paraId="278759B1" w14:textId="77777777" w:rsidR="0085747A" w:rsidRPr="00AB3E49" w:rsidRDefault="00EA52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="004C4ED7" w:rsidRPr="00AB3E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="00DA78A2" w:rsidRPr="00AB3E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socjalnej </w:t>
            </w:r>
            <w:r w:rsidR="00DA78A2"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roku 1, semestrze I</w:t>
            </w:r>
            <w:r w:rsidR="004C4ED7"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</w:p>
          <w:p w14:paraId="0E88B4D8" w14:textId="77777777" w:rsidR="0085747A" w:rsidRPr="00AB3E4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DA8B29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D7A47E" w14:textId="77777777" w:rsidR="00B37C72" w:rsidRPr="00AB3E49" w:rsidRDefault="00B37C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CE4F9C" w14:textId="77777777" w:rsidR="0085747A" w:rsidRPr="00AB3E4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lastRenderedPageBreak/>
        <w:t>3.</w:t>
      </w:r>
      <w:r w:rsidR="0085747A" w:rsidRPr="00AB3E49">
        <w:rPr>
          <w:rFonts w:ascii="Corbel" w:hAnsi="Corbel"/>
          <w:szCs w:val="24"/>
        </w:rPr>
        <w:t xml:space="preserve"> </w:t>
      </w:r>
      <w:r w:rsidR="00A84C85" w:rsidRPr="00AB3E49">
        <w:rPr>
          <w:rFonts w:ascii="Corbel" w:hAnsi="Corbel"/>
          <w:szCs w:val="24"/>
        </w:rPr>
        <w:t>cele, efekty uczenia się</w:t>
      </w:r>
      <w:r w:rsidR="0085747A" w:rsidRPr="00AB3E49">
        <w:rPr>
          <w:rFonts w:ascii="Corbel" w:hAnsi="Corbel"/>
          <w:szCs w:val="24"/>
        </w:rPr>
        <w:t xml:space="preserve"> , treści Programowe i stosowane metody Dydaktyczne</w:t>
      </w:r>
    </w:p>
    <w:p w14:paraId="57D10BB5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BAF84C" w14:textId="77777777" w:rsidR="0085747A" w:rsidRPr="00AB3E4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3.1 </w:t>
      </w:r>
      <w:r w:rsidR="00C05F44" w:rsidRPr="00AB3E49">
        <w:rPr>
          <w:rFonts w:ascii="Corbel" w:hAnsi="Corbel"/>
          <w:sz w:val="24"/>
          <w:szCs w:val="24"/>
        </w:rPr>
        <w:t>Cele przedmiotu</w:t>
      </w:r>
    </w:p>
    <w:p w14:paraId="64D43168" w14:textId="77777777" w:rsidR="00F83B28" w:rsidRPr="00AB3E4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2518A" w:rsidRPr="00AB3E49" w14:paraId="507B0D51" w14:textId="77777777" w:rsidTr="00EA527A">
        <w:tc>
          <w:tcPr>
            <w:tcW w:w="851" w:type="dxa"/>
            <w:vAlign w:val="center"/>
          </w:tcPr>
          <w:p w14:paraId="3B784CA8" w14:textId="77777777" w:rsidR="0082518A" w:rsidRPr="00AB3E49" w:rsidRDefault="0082518A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112195C3" w14:textId="77777777" w:rsidR="0082518A" w:rsidRPr="00AB3E49" w:rsidRDefault="00DA78A2" w:rsidP="008251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Wprowadzenie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AB3E49">
              <w:rPr>
                <w:rFonts w:ascii="Corbel" w:hAnsi="Corbel"/>
                <w:sz w:val="24"/>
                <w:szCs w:val="24"/>
              </w:rPr>
              <w:t>o</w:t>
            </w:r>
            <w:r w:rsidR="0082518A" w:rsidRPr="00AB3E49">
              <w:rPr>
                <w:rFonts w:ascii="Corbel" w:hAnsi="Corbel"/>
                <w:sz w:val="24"/>
                <w:szCs w:val="24"/>
              </w:rPr>
              <w:t xml:space="preserve"> tematyki normatywności, </w:t>
            </w:r>
            <w:r w:rsidR="00B37C72">
              <w:rPr>
                <w:rFonts w:ascii="Corbel" w:hAnsi="Corbel"/>
                <w:sz w:val="24"/>
                <w:szCs w:val="24"/>
              </w:rPr>
              <w:t>dewiacji i patologii społecznej</w:t>
            </w:r>
          </w:p>
        </w:tc>
      </w:tr>
      <w:tr w:rsidR="0082518A" w:rsidRPr="00AB3E49" w14:paraId="50BEC62E" w14:textId="77777777" w:rsidTr="00EA527A">
        <w:tc>
          <w:tcPr>
            <w:tcW w:w="851" w:type="dxa"/>
            <w:vAlign w:val="center"/>
          </w:tcPr>
          <w:p w14:paraId="1BBAAE1A" w14:textId="77777777" w:rsidR="0082518A" w:rsidRPr="00AB3E49" w:rsidRDefault="0082518A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3B5CE78" w14:textId="77777777" w:rsidR="0082518A" w:rsidRPr="00AB3E49" w:rsidRDefault="0082518A" w:rsidP="008251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Zapoznanie z wybranymi przykładami patologii społecznych oraz sposobami im zapobie</w:t>
            </w:r>
            <w:r w:rsidR="00B37C72">
              <w:rPr>
                <w:rFonts w:ascii="Corbel" w:hAnsi="Corbel"/>
                <w:sz w:val="24"/>
                <w:szCs w:val="24"/>
              </w:rPr>
              <w:t>gania i łagodzenia ich skutków</w:t>
            </w:r>
          </w:p>
        </w:tc>
      </w:tr>
    </w:tbl>
    <w:p w14:paraId="41C5C4D4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1CC4FE" w14:textId="77777777" w:rsidR="001D7B54" w:rsidRPr="00AB3E4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3.2 </w:t>
      </w:r>
      <w:r w:rsidR="001D7B54" w:rsidRPr="00AB3E49">
        <w:rPr>
          <w:rFonts w:ascii="Corbel" w:hAnsi="Corbel"/>
          <w:b/>
          <w:sz w:val="24"/>
          <w:szCs w:val="24"/>
        </w:rPr>
        <w:t xml:space="preserve">Efekty </w:t>
      </w:r>
      <w:r w:rsidR="00C05F44" w:rsidRPr="00AB3E4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3E49">
        <w:rPr>
          <w:rFonts w:ascii="Corbel" w:hAnsi="Corbel"/>
          <w:b/>
          <w:sz w:val="24"/>
          <w:szCs w:val="24"/>
        </w:rPr>
        <w:t>dla przedmiotu</w:t>
      </w:r>
      <w:r w:rsidR="00445970" w:rsidRPr="00AB3E49">
        <w:rPr>
          <w:rFonts w:ascii="Corbel" w:hAnsi="Corbel"/>
          <w:sz w:val="24"/>
          <w:szCs w:val="24"/>
        </w:rPr>
        <w:t xml:space="preserve"> </w:t>
      </w:r>
    </w:p>
    <w:p w14:paraId="79BE2527" w14:textId="77777777" w:rsidR="001D7B54" w:rsidRPr="00AB3E4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B3E49" w14:paraId="7BD7A40E" w14:textId="77777777" w:rsidTr="0071620A">
        <w:tc>
          <w:tcPr>
            <w:tcW w:w="1701" w:type="dxa"/>
            <w:vAlign w:val="center"/>
          </w:tcPr>
          <w:p w14:paraId="0EA4440E" w14:textId="77777777" w:rsidR="0085747A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B3E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B3E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D37C5D" w14:textId="77777777" w:rsidR="0085747A" w:rsidRPr="00AB3E49" w:rsidRDefault="0085747A" w:rsidP="008251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256ED3B" w14:textId="77777777" w:rsidR="0085747A" w:rsidRPr="00AB3E4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B3E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B3E49" w14:paraId="55358DCF" w14:textId="77777777" w:rsidTr="002511EA">
        <w:tc>
          <w:tcPr>
            <w:tcW w:w="1701" w:type="dxa"/>
          </w:tcPr>
          <w:p w14:paraId="1ABDB30F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7A8B1798" w14:textId="77777777" w:rsidR="0085747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Student zna i rozumie mechanizmy powstawania patologii społecznych oraz działa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nie instytucji przeciwdziałających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patologiom społecznym</w:t>
            </w:r>
          </w:p>
        </w:tc>
        <w:tc>
          <w:tcPr>
            <w:tcW w:w="1873" w:type="dxa"/>
          </w:tcPr>
          <w:p w14:paraId="4515178E" w14:textId="77777777" w:rsidR="0085747A" w:rsidRPr="00AB3E49" w:rsidRDefault="0082518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04,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AB3E49" w14:paraId="66754CA7" w14:textId="77777777" w:rsidTr="002511EA">
        <w:tc>
          <w:tcPr>
            <w:tcW w:w="1701" w:type="dxa"/>
          </w:tcPr>
          <w:p w14:paraId="028E1545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1FD2AE18" w14:textId="77777777" w:rsidR="0082518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samodzielnie przyczyny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przebieg ważnych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dla wykonywania pracy socjalnej </w:t>
            </w:r>
          </w:p>
          <w:p w14:paraId="706D80C5" w14:textId="77777777" w:rsidR="0085747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procesów i zjawisk dewiacyjnych</w:t>
            </w:r>
          </w:p>
        </w:tc>
        <w:tc>
          <w:tcPr>
            <w:tcW w:w="1873" w:type="dxa"/>
          </w:tcPr>
          <w:p w14:paraId="33F2034C" w14:textId="77777777" w:rsidR="0085747A" w:rsidRPr="00AB3E49" w:rsidRDefault="0082518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AB3E49" w14:paraId="59A10735" w14:textId="77777777" w:rsidTr="002511EA">
        <w:tc>
          <w:tcPr>
            <w:tcW w:w="1701" w:type="dxa"/>
          </w:tcPr>
          <w:p w14:paraId="3D0A9EE6" w14:textId="77777777" w:rsidR="008574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5B7EBD89" w14:textId="77777777" w:rsidR="0085747A" w:rsidRPr="00AB3E49" w:rsidRDefault="0026419A" w:rsidP="00264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>organizowania kontaktów z otoczeniem społe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cznym oraz </w:t>
            </w:r>
            <w:r w:rsidR="00DA78A2">
              <w:rPr>
                <w:rFonts w:ascii="Corbel" w:hAnsi="Corbel"/>
                <w:b w:val="0"/>
                <w:smallCaps w:val="0"/>
                <w:szCs w:val="24"/>
              </w:rPr>
              <w:t>współpracy z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 grupami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>, organ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izacjami, instytucjami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z zakresu patologii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283A24C3" w14:textId="77777777" w:rsidR="0085747A" w:rsidRPr="00AB3E49" w:rsidRDefault="008251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119E6934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36A76B" w14:textId="77777777" w:rsidR="0085747A" w:rsidRPr="00AB3E4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>3.3</w:t>
      </w:r>
      <w:r w:rsidR="001D7B54" w:rsidRPr="00AB3E49">
        <w:rPr>
          <w:rFonts w:ascii="Corbel" w:hAnsi="Corbel"/>
          <w:b/>
          <w:sz w:val="24"/>
          <w:szCs w:val="24"/>
        </w:rPr>
        <w:t xml:space="preserve"> </w:t>
      </w:r>
      <w:r w:rsidR="0085747A" w:rsidRPr="00AB3E49">
        <w:rPr>
          <w:rFonts w:ascii="Corbel" w:hAnsi="Corbel"/>
          <w:b/>
          <w:sz w:val="24"/>
          <w:szCs w:val="24"/>
        </w:rPr>
        <w:t>T</w:t>
      </w:r>
      <w:r w:rsidR="001D7B54" w:rsidRPr="00AB3E4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3E49">
        <w:rPr>
          <w:rFonts w:ascii="Corbel" w:hAnsi="Corbel"/>
          <w:sz w:val="24"/>
          <w:szCs w:val="24"/>
        </w:rPr>
        <w:t xml:space="preserve">  </w:t>
      </w:r>
    </w:p>
    <w:p w14:paraId="1CC157D7" w14:textId="77777777" w:rsidR="0085747A" w:rsidRPr="00AB3E4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Problematyka wykładu </w:t>
      </w:r>
    </w:p>
    <w:p w14:paraId="40538DC6" w14:textId="77777777" w:rsidR="00675843" w:rsidRPr="00AB3E4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B3E49" w14:paraId="2E57EE5E" w14:textId="77777777" w:rsidTr="00923D7D">
        <w:tc>
          <w:tcPr>
            <w:tcW w:w="9639" w:type="dxa"/>
          </w:tcPr>
          <w:p w14:paraId="6072C762" w14:textId="77777777" w:rsidR="0085747A" w:rsidRPr="00AB3E4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2E09" w:rsidRPr="00AB3E49" w14:paraId="511BE4C4" w14:textId="77777777" w:rsidTr="00923D7D">
        <w:tc>
          <w:tcPr>
            <w:tcW w:w="9639" w:type="dxa"/>
          </w:tcPr>
          <w:p w14:paraId="7E6057F9" w14:textId="77777777" w:rsidR="00F92E09" w:rsidRPr="00AB3E49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AB3E49" w14:paraId="20882B7F" w14:textId="77777777" w:rsidTr="00923D7D">
        <w:tc>
          <w:tcPr>
            <w:tcW w:w="9639" w:type="dxa"/>
          </w:tcPr>
          <w:p w14:paraId="3624100A" w14:textId="77777777" w:rsidR="00F92E09" w:rsidRPr="00AB3E49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AB3E49" w14:paraId="570F9CED" w14:textId="77777777" w:rsidTr="00923D7D">
        <w:tc>
          <w:tcPr>
            <w:tcW w:w="9639" w:type="dxa"/>
          </w:tcPr>
          <w:p w14:paraId="22F97524" w14:textId="77777777" w:rsidR="00F92E09" w:rsidRPr="00AB3E49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040871" w14:textId="77777777" w:rsidR="0085747A" w:rsidRPr="00AB3E4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C49071" w14:textId="77777777" w:rsidR="0085747A" w:rsidRPr="00AB3E4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3E49">
        <w:rPr>
          <w:rFonts w:ascii="Corbel" w:hAnsi="Corbel"/>
          <w:sz w:val="24"/>
          <w:szCs w:val="24"/>
        </w:rPr>
        <w:t xml:space="preserve">, </w:t>
      </w:r>
      <w:r w:rsidRPr="00AB3E49">
        <w:rPr>
          <w:rFonts w:ascii="Corbel" w:hAnsi="Corbel"/>
          <w:sz w:val="24"/>
          <w:szCs w:val="24"/>
        </w:rPr>
        <w:t xml:space="preserve">zajęć praktycznych </w:t>
      </w:r>
    </w:p>
    <w:p w14:paraId="05E64480" w14:textId="77777777" w:rsidR="0085747A" w:rsidRPr="00AB3E4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B3E49" w14:paraId="12120821" w14:textId="77777777" w:rsidTr="00923D7D">
        <w:tc>
          <w:tcPr>
            <w:tcW w:w="9639" w:type="dxa"/>
          </w:tcPr>
          <w:p w14:paraId="6DDEA94E" w14:textId="77777777" w:rsidR="0085747A" w:rsidRPr="00AB3E49" w:rsidRDefault="0085747A" w:rsidP="002641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6419A" w:rsidRPr="00AB3E49" w14:paraId="08A84DCD" w14:textId="77777777" w:rsidTr="00923D7D">
        <w:tc>
          <w:tcPr>
            <w:tcW w:w="9639" w:type="dxa"/>
          </w:tcPr>
          <w:p w14:paraId="58CE97F4" w14:textId="77777777" w:rsidR="0026419A" w:rsidRPr="00AB3E49" w:rsidRDefault="00DA78A2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Wprowadzenie to</w:t>
            </w:r>
            <w:r w:rsidR="0026419A" w:rsidRPr="00AB3E49">
              <w:rPr>
                <w:rFonts w:ascii="Corbel" w:hAnsi="Corbel"/>
                <w:sz w:val="24"/>
                <w:szCs w:val="24"/>
              </w:rPr>
              <w:t xml:space="preserve"> tematyki normatywności, kontroli społecznej, transgresji, stygmatyzacji, dewiacji i </w:t>
            </w:r>
            <w:r w:rsidRPr="00AB3E49">
              <w:rPr>
                <w:rFonts w:ascii="Corbel" w:hAnsi="Corbel"/>
                <w:sz w:val="24"/>
                <w:szCs w:val="24"/>
              </w:rPr>
              <w:t>patologii społecznej</w:t>
            </w:r>
            <w:r w:rsidR="0026419A" w:rsidRPr="00AB3E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6419A" w:rsidRPr="00AB3E49" w14:paraId="6B8BD34F" w14:textId="77777777" w:rsidTr="00923D7D">
        <w:tc>
          <w:tcPr>
            <w:tcW w:w="9639" w:type="dxa"/>
          </w:tcPr>
          <w:p w14:paraId="3BBD6300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Obszary patologii społecznych: rodzina, praca, szkoła, środowisko rówieśnicze, sfera publiczna, Internet; typologizacja patologii społecznych </w:t>
            </w:r>
          </w:p>
        </w:tc>
      </w:tr>
      <w:tr w:rsidR="0026419A" w:rsidRPr="00AB3E49" w14:paraId="3A46E726" w14:textId="77777777" w:rsidTr="00923D7D">
        <w:tc>
          <w:tcPr>
            <w:tcW w:w="9639" w:type="dxa"/>
          </w:tcPr>
          <w:p w14:paraId="6E367582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Najczęstsze ofiary patologii społecznych (dzieci, kobiety, mniejszości i in.), praca z ofiarami patologii </w:t>
            </w:r>
          </w:p>
        </w:tc>
      </w:tr>
      <w:tr w:rsidR="0026419A" w:rsidRPr="00AB3E49" w14:paraId="25E55C2A" w14:textId="77777777" w:rsidTr="00923D7D">
        <w:tc>
          <w:tcPr>
            <w:tcW w:w="9639" w:type="dxa"/>
          </w:tcPr>
          <w:p w14:paraId="4D1E7E70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Praca socjalna a patologie społeczne: diagnoza, zapobieganie, łagodzenie skutków </w:t>
            </w:r>
          </w:p>
        </w:tc>
      </w:tr>
      <w:tr w:rsidR="0026419A" w:rsidRPr="00AB3E49" w14:paraId="017609EA" w14:textId="77777777" w:rsidTr="00923D7D">
        <w:tc>
          <w:tcPr>
            <w:tcW w:w="9639" w:type="dxa"/>
          </w:tcPr>
          <w:p w14:paraId="6B0D8A0D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lastRenderedPageBreak/>
              <w:t>Stereotypy, uprzedzenia, dyskryminacja, prześladowanie</w:t>
            </w:r>
          </w:p>
        </w:tc>
      </w:tr>
      <w:tr w:rsidR="0026419A" w:rsidRPr="00AB3E49" w14:paraId="14622608" w14:textId="77777777" w:rsidTr="00923D7D">
        <w:tc>
          <w:tcPr>
            <w:tcW w:w="9639" w:type="dxa"/>
          </w:tcPr>
          <w:p w14:paraId="28670CC8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świadomości społecznej: ruch antyszczepionkowy, zabobony, teorie spiskowe. i in </w:t>
            </w:r>
          </w:p>
        </w:tc>
      </w:tr>
      <w:tr w:rsidR="0026419A" w:rsidRPr="00AB3E49" w14:paraId="53A45017" w14:textId="77777777" w:rsidTr="00923D7D">
        <w:tc>
          <w:tcPr>
            <w:tcW w:w="9639" w:type="dxa"/>
          </w:tcPr>
          <w:p w14:paraId="1459C9ED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Przemoc, agresja, mowa nienawiści </w:t>
            </w:r>
          </w:p>
        </w:tc>
      </w:tr>
      <w:tr w:rsidR="0026419A" w:rsidRPr="00AB3E49" w14:paraId="09D463DA" w14:textId="77777777" w:rsidTr="00923D7D">
        <w:tc>
          <w:tcPr>
            <w:tcW w:w="9639" w:type="dxa"/>
          </w:tcPr>
          <w:p w14:paraId="61A17362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sfery publicznej: ruchy ekstremistyczne, korupcja, konflikt interesów, marnotrawstwo środków publicznych, populizm, manipulacja </w:t>
            </w:r>
          </w:p>
        </w:tc>
      </w:tr>
      <w:tr w:rsidR="0026419A" w:rsidRPr="00AB3E49" w14:paraId="17774448" w14:textId="77777777" w:rsidTr="00923D7D">
        <w:tc>
          <w:tcPr>
            <w:tcW w:w="9639" w:type="dxa"/>
          </w:tcPr>
          <w:p w14:paraId="34074F3A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Mobbing, bullying </w:t>
            </w:r>
          </w:p>
        </w:tc>
      </w:tr>
      <w:tr w:rsidR="0026419A" w:rsidRPr="00AB3E49" w14:paraId="26615686" w14:textId="77777777" w:rsidTr="00923D7D">
        <w:tc>
          <w:tcPr>
            <w:tcW w:w="9639" w:type="dxa"/>
          </w:tcPr>
          <w:p w14:paraId="55833A53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Patologie seksualne</w:t>
            </w:r>
          </w:p>
        </w:tc>
      </w:tr>
      <w:tr w:rsidR="0026419A" w:rsidRPr="00AB3E49" w14:paraId="7F9E1B48" w14:textId="77777777" w:rsidTr="00923D7D">
        <w:tc>
          <w:tcPr>
            <w:tcW w:w="9639" w:type="dxa"/>
          </w:tcPr>
          <w:p w14:paraId="7F411A62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Samobójstwa</w:t>
            </w:r>
          </w:p>
        </w:tc>
      </w:tr>
    </w:tbl>
    <w:p w14:paraId="6F8998C2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63135" w14:textId="77777777" w:rsidR="0085747A" w:rsidRPr="00AB3E4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3.4 Metody dydaktyczne</w:t>
      </w:r>
      <w:r w:rsidRPr="00AB3E49">
        <w:rPr>
          <w:rFonts w:ascii="Corbel" w:hAnsi="Corbel"/>
          <w:b w:val="0"/>
          <w:smallCaps w:val="0"/>
          <w:szCs w:val="24"/>
        </w:rPr>
        <w:t xml:space="preserve"> </w:t>
      </w:r>
    </w:p>
    <w:p w14:paraId="448A72EE" w14:textId="77777777" w:rsidR="0085747A" w:rsidRPr="00AB3E49" w:rsidRDefault="00F92E0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0E67E28A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A85F3" w14:textId="77777777" w:rsidR="00E960BB" w:rsidRPr="00AB3E4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A18F80" w14:textId="77777777" w:rsidR="0085747A" w:rsidRPr="00AB3E4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 </w:t>
      </w:r>
      <w:r w:rsidR="0085747A" w:rsidRPr="00AB3E49">
        <w:rPr>
          <w:rFonts w:ascii="Corbel" w:hAnsi="Corbel"/>
          <w:smallCaps w:val="0"/>
          <w:szCs w:val="24"/>
        </w:rPr>
        <w:t>METODY I KRYTERIA OCENY</w:t>
      </w:r>
      <w:r w:rsidR="009F4610" w:rsidRPr="00AB3E49">
        <w:rPr>
          <w:rFonts w:ascii="Corbel" w:hAnsi="Corbel"/>
          <w:smallCaps w:val="0"/>
          <w:szCs w:val="24"/>
        </w:rPr>
        <w:t xml:space="preserve"> </w:t>
      </w:r>
    </w:p>
    <w:p w14:paraId="500ADB45" w14:textId="77777777" w:rsidR="00923D7D" w:rsidRPr="00AB3E4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C1A1" w14:textId="77777777" w:rsidR="0085747A" w:rsidRPr="00AB3E4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3E49">
        <w:rPr>
          <w:rFonts w:ascii="Corbel" w:hAnsi="Corbel"/>
          <w:smallCaps w:val="0"/>
          <w:szCs w:val="24"/>
        </w:rPr>
        <w:t>uczenia się</w:t>
      </w:r>
    </w:p>
    <w:p w14:paraId="253315FB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B3E49" w14:paraId="37F30CAB" w14:textId="77777777" w:rsidTr="00C05F44">
        <w:tc>
          <w:tcPr>
            <w:tcW w:w="1985" w:type="dxa"/>
            <w:vAlign w:val="center"/>
          </w:tcPr>
          <w:p w14:paraId="33DF0584" w14:textId="77777777" w:rsidR="0085747A" w:rsidRPr="00AB3E4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36FCC" w14:textId="77777777" w:rsidR="0085747A" w:rsidRPr="00AB3E4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4AC97" w14:textId="77777777" w:rsidR="0085747A" w:rsidRPr="00AB3E4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9E01A3" w14:textId="77777777" w:rsidR="00923D7D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18974" w14:textId="77777777" w:rsidR="0085747A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A527A" w:rsidRPr="00AB3E49" w14:paraId="2569359C" w14:textId="77777777" w:rsidTr="00EA527A">
        <w:tc>
          <w:tcPr>
            <w:tcW w:w="1985" w:type="dxa"/>
          </w:tcPr>
          <w:p w14:paraId="0239DAAF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008727E5" w14:textId="77777777" w:rsidR="00EA527A" w:rsidRPr="00AB3E49" w:rsidRDefault="003B5E28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5E28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EA527A" w:rsidRPr="00AB3E49">
              <w:rPr>
                <w:rFonts w:ascii="Corbel" w:hAnsi="Corbel"/>
                <w:b w:val="0"/>
                <w:szCs w:val="24"/>
              </w:rPr>
              <w:t xml:space="preserve">, </w:t>
            </w:r>
          </w:p>
          <w:p w14:paraId="5C123823" w14:textId="77777777" w:rsidR="00EA527A" w:rsidRPr="00AB3E49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42006D2D" w14:textId="77777777" w:rsidR="00EA527A" w:rsidRPr="00AB3E49" w:rsidRDefault="0026419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A527A" w:rsidRPr="00AB3E49" w14:paraId="431169BB" w14:textId="77777777" w:rsidTr="00C05F44">
        <w:tc>
          <w:tcPr>
            <w:tcW w:w="1985" w:type="dxa"/>
          </w:tcPr>
          <w:p w14:paraId="503A687A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BC7031C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4CCF2D80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A527A" w:rsidRPr="00AB3E49" w14:paraId="446D010E" w14:textId="77777777" w:rsidTr="00C05F44">
        <w:tc>
          <w:tcPr>
            <w:tcW w:w="1985" w:type="dxa"/>
          </w:tcPr>
          <w:p w14:paraId="0E1209CC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50E88EF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9A83102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4CE3C25" w14:textId="77777777" w:rsidR="00923D7D" w:rsidRPr="00AB3E4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62AEA" w14:textId="77777777" w:rsidR="0085747A" w:rsidRPr="00AB3E4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4.2 </w:t>
      </w:r>
      <w:r w:rsidR="0085747A" w:rsidRPr="00AB3E4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3E49">
        <w:rPr>
          <w:rFonts w:ascii="Corbel" w:hAnsi="Corbel"/>
          <w:smallCaps w:val="0"/>
          <w:szCs w:val="24"/>
        </w:rPr>
        <w:t xml:space="preserve"> </w:t>
      </w:r>
    </w:p>
    <w:p w14:paraId="170913D3" w14:textId="77777777" w:rsidR="00923D7D" w:rsidRPr="00AB3E4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3E49" w14:paraId="59A43D9D" w14:textId="77777777" w:rsidTr="00923D7D">
        <w:tc>
          <w:tcPr>
            <w:tcW w:w="9670" w:type="dxa"/>
          </w:tcPr>
          <w:p w14:paraId="524A3DB3" w14:textId="77777777" w:rsidR="0085747A" w:rsidRPr="00AB3E49" w:rsidRDefault="00F92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</w:t>
            </w:r>
            <w:r w:rsidR="00EA527A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(min. 50% punktów + 1)</w:t>
            </w:r>
          </w:p>
          <w:p w14:paraId="052DD0C6" w14:textId="77777777" w:rsidR="00923D7D" w:rsidRPr="00AB3E49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AF001D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DC8B27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305DA" w14:textId="77777777" w:rsidR="009F4610" w:rsidRPr="00AB3E4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5. </w:t>
      </w:r>
      <w:r w:rsidR="00C61DC5" w:rsidRPr="00AB3E4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9435E4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B3E49" w14:paraId="1FD28ACB" w14:textId="77777777" w:rsidTr="003E1941">
        <w:tc>
          <w:tcPr>
            <w:tcW w:w="4962" w:type="dxa"/>
            <w:vAlign w:val="center"/>
          </w:tcPr>
          <w:p w14:paraId="3DE4406C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3E4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884BD8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3E4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3E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3E49" w14:paraId="346426E7" w14:textId="77777777" w:rsidTr="00EA527A">
        <w:tc>
          <w:tcPr>
            <w:tcW w:w="4962" w:type="dxa"/>
          </w:tcPr>
          <w:p w14:paraId="6B2341D2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3E4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3E4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B3E4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B3E4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3E4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A0F858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B3E49" w14:paraId="7BC77252" w14:textId="77777777" w:rsidTr="00EA527A">
        <w:tc>
          <w:tcPr>
            <w:tcW w:w="4962" w:type="dxa"/>
          </w:tcPr>
          <w:p w14:paraId="01354B15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B3E4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8E0BF7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086DEA70" w14:textId="77777777" w:rsidR="00C61DC5" w:rsidRPr="00AB3E49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B3E49" w14:paraId="24F048B0" w14:textId="77777777" w:rsidTr="00EA527A">
        <w:tc>
          <w:tcPr>
            <w:tcW w:w="4962" w:type="dxa"/>
          </w:tcPr>
          <w:p w14:paraId="2D79B75D" w14:textId="77777777" w:rsidR="0071620A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7C4320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7280263" w14:textId="77777777" w:rsidR="00C61DC5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B3E49" w14:paraId="0C8FC301" w14:textId="77777777" w:rsidTr="00EA527A">
        <w:tc>
          <w:tcPr>
            <w:tcW w:w="4962" w:type="dxa"/>
          </w:tcPr>
          <w:p w14:paraId="31214EAC" w14:textId="77777777" w:rsidR="0085747A" w:rsidRPr="00AB3E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5D3E1F1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8</w:t>
            </w:r>
            <w:r w:rsidR="00EA527A"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AB3E49" w14:paraId="3B76F918" w14:textId="77777777" w:rsidTr="00EA527A">
        <w:tc>
          <w:tcPr>
            <w:tcW w:w="4962" w:type="dxa"/>
          </w:tcPr>
          <w:p w14:paraId="0238B8C9" w14:textId="77777777" w:rsidR="0085747A" w:rsidRPr="00AB3E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515AC11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3EF44B" w14:textId="77777777" w:rsidR="0085747A" w:rsidRPr="00AB3E4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3E4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B3E4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2ED4A3" w14:textId="77777777" w:rsidR="003E1941" w:rsidRPr="00AB3E4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A04091" w14:textId="77777777" w:rsidR="0085747A" w:rsidRPr="00AB3E4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6. </w:t>
      </w:r>
      <w:r w:rsidR="0085747A" w:rsidRPr="00AB3E49">
        <w:rPr>
          <w:rFonts w:ascii="Corbel" w:hAnsi="Corbel"/>
          <w:smallCaps w:val="0"/>
          <w:szCs w:val="24"/>
        </w:rPr>
        <w:t>PRAKTYKI ZAWO</w:t>
      </w:r>
      <w:r w:rsidR="009D3F3B" w:rsidRPr="00AB3E49">
        <w:rPr>
          <w:rFonts w:ascii="Corbel" w:hAnsi="Corbel"/>
          <w:smallCaps w:val="0"/>
          <w:szCs w:val="24"/>
        </w:rPr>
        <w:t>DOWE W RAMACH PRZEDMIOTU</w:t>
      </w:r>
    </w:p>
    <w:p w14:paraId="11D9BBDE" w14:textId="77777777" w:rsidR="0085747A" w:rsidRPr="00AB3E4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3E49" w14:paraId="792E6F77" w14:textId="77777777" w:rsidTr="0071620A">
        <w:trPr>
          <w:trHeight w:val="397"/>
        </w:trPr>
        <w:tc>
          <w:tcPr>
            <w:tcW w:w="3544" w:type="dxa"/>
          </w:tcPr>
          <w:p w14:paraId="6908E82C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BFC67D" w14:textId="77777777" w:rsidR="0085747A" w:rsidRPr="00AB3E49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B3E49" w14:paraId="51B2D60F" w14:textId="77777777" w:rsidTr="0071620A">
        <w:trPr>
          <w:trHeight w:val="397"/>
        </w:trPr>
        <w:tc>
          <w:tcPr>
            <w:tcW w:w="3544" w:type="dxa"/>
          </w:tcPr>
          <w:p w14:paraId="05772211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62A723" w14:textId="77777777" w:rsidR="0085747A" w:rsidRPr="00AB3E49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CAF050" w14:textId="77777777" w:rsidR="003E1941" w:rsidRPr="00AB3E4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2185D" w14:textId="77777777" w:rsidR="0085747A" w:rsidRPr="00AB3E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7. </w:t>
      </w:r>
      <w:r w:rsidR="0085747A" w:rsidRPr="00AB3E49">
        <w:rPr>
          <w:rFonts w:ascii="Corbel" w:hAnsi="Corbel"/>
          <w:smallCaps w:val="0"/>
          <w:szCs w:val="24"/>
        </w:rPr>
        <w:t>LITERATURA</w:t>
      </w:r>
      <w:r w:rsidRPr="00AB3E49">
        <w:rPr>
          <w:rFonts w:ascii="Corbel" w:hAnsi="Corbel"/>
          <w:smallCaps w:val="0"/>
          <w:szCs w:val="24"/>
        </w:rPr>
        <w:t xml:space="preserve"> </w:t>
      </w:r>
    </w:p>
    <w:p w14:paraId="1C1D5F76" w14:textId="77777777" w:rsidR="00675843" w:rsidRPr="00AB3E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85747A" w:rsidRPr="00AB3E49" w14:paraId="7F306A6F" w14:textId="77777777" w:rsidTr="00D57273">
        <w:trPr>
          <w:trHeight w:val="397"/>
        </w:trPr>
        <w:tc>
          <w:tcPr>
            <w:tcW w:w="8364" w:type="dxa"/>
          </w:tcPr>
          <w:p w14:paraId="1AA5D55C" w14:textId="55476068" w:rsidR="00AB3E49" w:rsidRPr="007D646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225CA2B" w14:textId="77777777" w:rsidR="007D646B" w:rsidRDefault="007D646B" w:rsidP="007D646B">
            <w:pPr>
              <w:spacing w:before="60" w:after="60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7D143E">
              <w:rPr>
                <w:rFonts w:ascii="Corbel" w:hAnsi="Corbel"/>
                <w:sz w:val="24"/>
                <w:szCs w:val="24"/>
              </w:rPr>
              <w:t xml:space="preserve">Pospiszyl, I. (2014). </w:t>
            </w:r>
            <w:r w:rsidRPr="007D143E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7D143E">
              <w:rPr>
                <w:rFonts w:ascii="Corbel" w:hAnsi="Corbel"/>
                <w:sz w:val="24"/>
                <w:szCs w:val="24"/>
              </w:rPr>
              <w:t>, Warszawa: Wydawnictwo Naukowe PWN.</w:t>
            </w:r>
          </w:p>
          <w:p w14:paraId="5F579DE8" w14:textId="41251CCB" w:rsidR="007D646B" w:rsidRPr="007D646B" w:rsidRDefault="007D646B" w:rsidP="007D646B">
            <w:pPr>
              <w:spacing w:after="0"/>
              <w:ind w:left="604" w:hanging="604"/>
              <w:rPr>
                <w:rFonts w:ascii="Corbel" w:hAnsi="Corbel"/>
                <w:i/>
                <w:sz w:val="24"/>
                <w:szCs w:val="24"/>
              </w:rPr>
            </w:pPr>
            <w:r w:rsidRPr="007D14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2AE">
              <w:rPr>
                <w:rFonts w:ascii="Corbel" w:hAnsi="Corbel"/>
                <w:sz w:val="24"/>
                <w:szCs w:val="24"/>
              </w:rPr>
              <w:t>Rada Europy,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B22AE">
              <w:rPr>
                <w:rFonts w:ascii="Corbel" w:hAnsi="Corbel"/>
                <w:i/>
                <w:sz w:val="24"/>
                <w:szCs w:val="24"/>
              </w:rPr>
              <w:t>Konwencja o zapobieganiu i zwalczaniu przemocy wobec kobiet i przemocy domowe</w:t>
            </w:r>
            <w:r>
              <w:rPr>
                <w:rFonts w:ascii="Corbel" w:hAnsi="Corbel"/>
                <w:i/>
                <w:sz w:val="24"/>
                <w:szCs w:val="24"/>
              </w:rPr>
              <w:t>j.</w:t>
            </w:r>
          </w:p>
          <w:p w14:paraId="547748CB" w14:textId="3FA5D0E7" w:rsidR="00F92E09" w:rsidRPr="007D646B" w:rsidRDefault="007D646B" w:rsidP="007D646B">
            <w:pPr>
              <w:spacing w:before="60" w:after="60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7D143E">
              <w:rPr>
                <w:rFonts w:ascii="Corbel" w:hAnsi="Corbel"/>
                <w:sz w:val="24"/>
                <w:szCs w:val="24"/>
              </w:rPr>
              <w:t>Świętochowska,</w:t>
            </w:r>
            <w:r w:rsidRPr="007D143E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7D143E">
              <w:rPr>
                <w:rFonts w:ascii="Corbel" w:hAnsi="Corbel"/>
                <w:bCs/>
                <w:smallCaps/>
                <w:sz w:val="24"/>
                <w:szCs w:val="24"/>
              </w:rPr>
              <w:t>U.</w:t>
            </w:r>
            <w:r w:rsidRPr="007D143E">
              <w:rPr>
                <w:rFonts w:ascii="Corbel" w:hAnsi="Corbel"/>
                <w:sz w:val="24"/>
                <w:szCs w:val="24"/>
              </w:rPr>
              <w:t xml:space="preserve"> (2001). </w:t>
            </w:r>
            <w:r w:rsidRPr="007D143E">
              <w:rPr>
                <w:rFonts w:ascii="Corbel" w:hAnsi="Corbel"/>
                <w:i/>
                <w:sz w:val="24"/>
                <w:szCs w:val="24"/>
              </w:rPr>
              <w:t>Patologie cywilizacji współczesnej.</w:t>
            </w:r>
            <w:r w:rsidRPr="007D143E">
              <w:rPr>
                <w:rFonts w:ascii="Corbel" w:hAnsi="Corbel"/>
                <w:sz w:val="24"/>
                <w:szCs w:val="24"/>
              </w:rPr>
              <w:t xml:space="preserve"> Toruń: Wydawnictwo Adam Marszałek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B3E49" w14:paraId="6A54AA88" w14:textId="77777777" w:rsidTr="00D57273">
        <w:trPr>
          <w:trHeight w:val="397"/>
        </w:trPr>
        <w:tc>
          <w:tcPr>
            <w:tcW w:w="8364" w:type="dxa"/>
          </w:tcPr>
          <w:p w14:paraId="0D1EF63E" w14:textId="47CE6D64" w:rsidR="00AB3E49" w:rsidRPr="007D646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D96716" w14:textId="77777777" w:rsidR="00F92E09" w:rsidRPr="00AB3E49" w:rsidRDefault="002641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poszczególnych zagadnień szczegółowych będzie podawana studentom na pierwszych zajęciach</w:t>
            </w:r>
          </w:p>
        </w:tc>
      </w:tr>
    </w:tbl>
    <w:p w14:paraId="071790A1" w14:textId="77777777" w:rsidR="00AB3E49" w:rsidRPr="00AB3E49" w:rsidRDefault="00AB3E49" w:rsidP="007D64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41B20" w14:textId="77777777" w:rsidR="0085747A" w:rsidRPr="00AB3E4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3E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3E49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5FEBA" w14:textId="77777777" w:rsidR="00AC46C4" w:rsidRDefault="00AC46C4" w:rsidP="00C16ABF">
      <w:pPr>
        <w:spacing w:after="0" w:line="240" w:lineRule="auto"/>
      </w:pPr>
      <w:r>
        <w:separator/>
      </w:r>
    </w:p>
  </w:endnote>
  <w:endnote w:type="continuationSeparator" w:id="0">
    <w:p w14:paraId="3DECD6C5" w14:textId="77777777" w:rsidR="00AC46C4" w:rsidRDefault="00AC46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7402061"/>
      <w:docPartObj>
        <w:docPartGallery w:val="Page Numbers (Bottom of Page)"/>
        <w:docPartUnique/>
      </w:docPartObj>
    </w:sdtPr>
    <w:sdtEndPr/>
    <w:sdtContent>
      <w:p w14:paraId="1FDB4C2F" w14:textId="77777777" w:rsidR="00AB3E49" w:rsidRDefault="000E7405">
        <w:pPr>
          <w:pStyle w:val="Stopka"/>
          <w:jc w:val="center"/>
        </w:pPr>
        <w:r>
          <w:fldChar w:fldCharType="begin"/>
        </w:r>
        <w:r w:rsidR="00AB3E49">
          <w:instrText>PAGE   \* MERGEFORMAT</w:instrText>
        </w:r>
        <w:r>
          <w:fldChar w:fldCharType="separate"/>
        </w:r>
        <w:r w:rsidR="002525CC">
          <w:rPr>
            <w:noProof/>
          </w:rPr>
          <w:t>1</w:t>
        </w:r>
        <w:r>
          <w:fldChar w:fldCharType="end"/>
        </w:r>
      </w:p>
    </w:sdtContent>
  </w:sdt>
  <w:p w14:paraId="3B06796C" w14:textId="77777777" w:rsidR="00AB3E49" w:rsidRDefault="00AB3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CF49" w14:textId="77777777" w:rsidR="00AC46C4" w:rsidRDefault="00AC46C4" w:rsidP="00C16ABF">
      <w:pPr>
        <w:spacing w:after="0" w:line="240" w:lineRule="auto"/>
      </w:pPr>
      <w:r>
        <w:separator/>
      </w:r>
    </w:p>
  </w:footnote>
  <w:footnote w:type="continuationSeparator" w:id="0">
    <w:p w14:paraId="265C0DED" w14:textId="77777777" w:rsidR="00AC46C4" w:rsidRDefault="00AC46C4" w:rsidP="00C16ABF">
      <w:pPr>
        <w:spacing w:after="0" w:line="240" w:lineRule="auto"/>
      </w:pPr>
      <w:r>
        <w:continuationSeparator/>
      </w:r>
    </w:p>
  </w:footnote>
  <w:footnote w:id="1">
    <w:p w14:paraId="01133B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A12"/>
    <w:rsid w:val="00022ECE"/>
    <w:rsid w:val="00042A51"/>
    <w:rsid w:val="00042D2E"/>
    <w:rsid w:val="00044C82"/>
    <w:rsid w:val="00056C6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2E"/>
    <w:rsid w:val="000E7405"/>
    <w:rsid w:val="000F1C57"/>
    <w:rsid w:val="000F5615"/>
    <w:rsid w:val="00124BFF"/>
    <w:rsid w:val="0012560E"/>
    <w:rsid w:val="00127108"/>
    <w:rsid w:val="001328C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2EC"/>
    <w:rsid w:val="0024028F"/>
    <w:rsid w:val="00244ABC"/>
    <w:rsid w:val="002511EA"/>
    <w:rsid w:val="002525CC"/>
    <w:rsid w:val="002641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C6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E4F"/>
    <w:rsid w:val="00325A34"/>
    <w:rsid w:val="003343CF"/>
    <w:rsid w:val="00346FE9"/>
    <w:rsid w:val="0034759A"/>
    <w:rsid w:val="003503F6"/>
    <w:rsid w:val="003530DD"/>
    <w:rsid w:val="00363F78"/>
    <w:rsid w:val="003A0A5B"/>
    <w:rsid w:val="003A1176"/>
    <w:rsid w:val="003B5E28"/>
    <w:rsid w:val="003C0BAE"/>
    <w:rsid w:val="003D18A9"/>
    <w:rsid w:val="003D6CE2"/>
    <w:rsid w:val="003E1941"/>
    <w:rsid w:val="003E2FE6"/>
    <w:rsid w:val="003E49D5"/>
    <w:rsid w:val="003F0AED"/>
    <w:rsid w:val="003F205D"/>
    <w:rsid w:val="003F38C0"/>
    <w:rsid w:val="00414E3C"/>
    <w:rsid w:val="0042244A"/>
    <w:rsid w:val="00422479"/>
    <w:rsid w:val="0042745A"/>
    <w:rsid w:val="004303D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D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30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98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46B"/>
    <w:rsid w:val="007D6A2E"/>
    <w:rsid w:val="007D6E56"/>
    <w:rsid w:val="007F4155"/>
    <w:rsid w:val="0081554D"/>
    <w:rsid w:val="0081707E"/>
    <w:rsid w:val="0082518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AD0"/>
    <w:rsid w:val="008F5C15"/>
    <w:rsid w:val="008F6E29"/>
    <w:rsid w:val="00916188"/>
    <w:rsid w:val="00923D7D"/>
    <w:rsid w:val="009508DF"/>
    <w:rsid w:val="00950DAC"/>
    <w:rsid w:val="00954A07"/>
    <w:rsid w:val="0096609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C37"/>
    <w:rsid w:val="00A97DE1"/>
    <w:rsid w:val="00AB053C"/>
    <w:rsid w:val="00AB3E49"/>
    <w:rsid w:val="00AC46C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90"/>
    <w:rsid w:val="00B37C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CF9"/>
    <w:rsid w:val="00BB12F9"/>
    <w:rsid w:val="00BB1A7A"/>
    <w:rsid w:val="00BB22A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3A"/>
    <w:rsid w:val="00C230D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633"/>
    <w:rsid w:val="00D552B2"/>
    <w:rsid w:val="00D57273"/>
    <w:rsid w:val="00D608D1"/>
    <w:rsid w:val="00D74119"/>
    <w:rsid w:val="00D8075B"/>
    <w:rsid w:val="00D8678B"/>
    <w:rsid w:val="00D933DC"/>
    <w:rsid w:val="00DA2114"/>
    <w:rsid w:val="00DA5C39"/>
    <w:rsid w:val="00DA78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4872"/>
    <w:rsid w:val="00E960BB"/>
    <w:rsid w:val="00EA2074"/>
    <w:rsid w:val="00EA4832"/>
    <w:rsid w:val="00EA4E9D"/>
    <w:rsid w:val="00EA527A"/>
    <w:rsid w:val="00EC4899"/>
    <w:rsid w:val="00EC7B02"/>
    <w:rsid w:val="00ED03AB"/>
    <w:rsid w:val="00ED32D2"/>
    <w:rsid w:val="00EE32DE"/>
    <w:rsid w:val="00EE5457"/>
    <w:rsid w:val="00EF612E"/>
    <w:rsid w:val="00F070AB"/>
    <w:rsid w:val="00F17567"/>
    <w:rsid w:val="00F27A7B"/>
    <w:rsid w:val="00F526AF"/>
    <w:rsid w:val="00F617C3"/>
    <w:rsid w:val="00F7066B"/>
    <w:rsid w:val="00F83B28"/>
    <w:rsid w:val="00F92E09"/>
    <w:rsid w:val="00F974DA"/>
    <w:rsid w:val="00FA46E5"/>
    <w:rsid w:val="00FB7DBA"/>
    <w:rsid w:val="00FC1C25"/>
    <w:rsid w:val="00FC3F45"/>
    <w:rsid w:val="00FC791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B78C"/>
  <w15:docId w15:val="{4189536A-BC32-4D33-900A-81E702A9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12C5FD-06B8-44C1-A518-505DA16DFE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97EECA-31FD-4FA5-B4DE-A8023DAB66A7}"/>
</file>

<file path=customXml/itemProps3.xml><?xml version="1.0" encoding="utf-8"?>
<ds:datastoreItem xmlns:ds="http://schemas.openxmlformats.org/officeDocument/2006/customXml" ds:itemID="{45C1975A-FD88-4176-8F9D-EDF9D07099C3}"/>
</file>

<file path=customXml/itemProps4.xml><?xml version="1.0" encoding="utf-8"?>
<ds:datastoreItem xmlns:ds="http://schemas.openxmlformats.org/officeDocument/2006/customXml" ds:itemID="{0A5B7BAF-3133-4372-86CB-EE6B92D50AF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2020-10-27T11:32:00Z</dcterms:created>
  <dcterms:modified xsi:type="dcterms:W3CDTF">2021-10-01T14:40:00Z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